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84" w:rsidRDefault="006E5A84" w:rsidP="00BB4A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5A84" w:rsidRDefault="006E5A84" w:rsidP="007F0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70.5pt">
            <v:imagedata r:id="rId4" o:title=""/>
          </v:shape>
        </w:pict>
      </w:r>
    </w:p>
    <w:p w:rsidR="006E5A84" w:rsidRPr="00C7336C" w:rsidRDefault="006E5A84" w:rsidP="007F0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 ВОЛГОГРАДСКАЯ ОБЛАСТЬ</w:t>
      </w:r>
    </w:p>
    <w:p w:rsidR="006E5A84" w:rsidRPr="00C7336C" w:rsidRDefault="006E5A84" w:rsidP="007F0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ПАЛЛАСОВСКИЙ МУНИЦИПАЛЬНЫЙ РАЙОН</w:t>
      </w:r>
    </w:p>
    <w:p w:rsidR="006E5A84" w:rsidRDefault="006E5A84" w:rsidP="007F087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ГОНЧАРОВСКИЙ СЕЛЬСКИЙ СОВЕТ</w:t>
      </w:r>
    </w:p>
    <w:p w:rsidR="006E5A84" w:rsidRPr="00C7336C" w:rsidRDefault="006E5A84" w:rsidP="00561F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Р Е Ш Е Н И Е</w:t>
      </w:r>
    </w:p>
    <w:p w:rsidR="006E5A84" w:rsidRDefault="006E5A84" w:rsidP="007F0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п. Золотари</w:t>
      </w:r>
    </w:p>
    <w:p w:rsidR="006E5A84" w:rsidRPr="00B85E24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февраля</w:t>
      </w:r>
      <w:r w:rsidRPr="00C7336C">
        <w:rPr>
          <w:rFonts w:ascii="Times New Roman" w:hAnsi="Times New Roman" w:cs="Times New Roman"/>
          <w:sz w:val="24"/>
          <w:szCs w:val="24"/>
        </w:rPr>
        <w:t xml:space="preserve"> 2014 г.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4</w:t>
      </w:r>
      <w:r w:rsidRPr="00690D1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«О рекомендации по итогам проведе- 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ния публичных  слушаний по  проек- 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ту  решения  Гончаровского сельско- 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го Совета «О внесении изменений и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дополнений в Устав Гончаровского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сельского поселения»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>Заслушав и обсудив рекомендации по итогам публичных слушаний по проекту Решения Гончаровского сельского Совета «О внесении изменений и дополнений в Устав Гончаровского сельского поселения», в соответствии с федеральным и региональным законодательством о внесении изменений в отдельные законодательные акты Российской Федерации, Гончаровский сельский Совет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Р Е Ш И Л: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>1. Утвердить рекомендации по итогам проведения публичных слушаний по проекту решения Гончаровского сельского Совета «О внесении изменений и дополнений в Устав Гончаровского сельского поселения»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>2. Опубликовать рекомендации в районной газете «Рассвет».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Глава Гончаровского </w:t>
      </w:r>
    </w:p>
    <w:p w:rsidR="006E5A84" w:rsidRPr="00C7336C" w:rsidRDefault="006E5A84" w:rsidP="007F08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  <w:r w:rsidRPr="00C7336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7336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7336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К.У. Нуркатов</w:t>
      </w:r>
    </w:p>
    <w:p w:rsidR="006E5A84" w:rsidRDefault="006E5A84" w:rsidP="007F08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E5A84" w:rsidRPr="004A1654" w:rsidRDefault="006E5A84" w:rsidP="007F0874">
      <w:pPr>
        <w:rPr>
          <w:rFonts w:ascii="Times New Roman" w:hAnsi="Times New Roman" w:cs="Times New Roman"/>
          <w:sz w:val="24"/>
          <w:szCs w:val="24"/>
        </w:rPr>
      </w:pPr>
      <w:r w:rsidRPr="004A1654">
        <w:rPr>
          <w:rFonts w:ascii="Times New Roman" w:hAnsi="Times New Roman" w:cs="Times New Roman"/>
          <w:sz w:val="24"/>
          <w:szCs w:val="24"/>
        </w:rPr>
        <w:t>рег: 7</w:t>
      </w:r>
      <w:r w:rsidRPr="00D53A5B">
        <w:rPr>
          <w:rFonts w:ascii="Times New Roman" w:hAnsi="Times New Roman" w:cs="Times New Roman"/>
          <w:sz w:val="24"/>
          <w:szCs w:val="24"/>
        </w:rPr>
        <w:t>/</w:t>
      </w:r>
      <w:r w:rsidRPr="004A1654">
        <w:rPr>
          <w:rFonts w:ascii="Times New Roman" w:hAnsi="Times New Roman" w:cs="Times New Roman"/>
          <w:sz w:val="24"/>
          <w:szCs w:val="24"/>
        </w:rPr>
        <w:t>2014</w:t>
      </w:r>
    </w:p>
    <w:p w:rsidR="006E5A84" w:rsidRPr="00C7336C" w:rsidRDefault="006E5A84" w:rsidP="007F0874">
      <w:pPr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7F087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5A84" w:rsidRPr="00C7336C" w:rsidRDefault="006E5A84" w:rsidP="007F0874">
      <w:pPr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A470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  <w:r w:rsidRPr="00C7336C">
        <w:rPr>
          <w:rFonts w:ascii="Times New Roman" w:hAnsi="Times New Roman" w:cs="Times New Roman"/>
          <w:sz w:val="24"/>
          <w:szCs w:val="24"/>
        </w:rPr>
        <w:t>Утверждена Решением</w:t>
      </w:r>
    </w:p>
    <w:p w:rsidR="006E5A84" w:rsidRPr="00C7336C" w:rsidRDefault="006E5A84" w:rsidP="00A470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Гончаровского сельского Совета</w:t>
      </w:r>
    </w:p>
    <w:p w:rsidR="006E5A84" w:rsidRPr="00C7336C" w:rsidRDefault="006E5A84" w:rsidP="00A47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№ 4</w:t>
      </w:r>
      <w:r w:rsidRPr="00BB4AB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 от 11 февраля</w:t>
      </w:r>
      <w:r w:rsidRPr="00C7336C">
        <w:rPr>
          <w:rFonts w:ascii="Times New Roman" w:hAnsi="Times New Roman" w:cs="Times New Roman"/>
          <w:sz w:val="24"/>
          <w:szCs w:val="24"/>
        </w:rPr>
        <w:t xml:space="preserve"> 2014 года</w:t>
      </w:r>
    </w:p>
    <w:p w:rsidR="006E5A84" w:rsidRPr="00C7336C" w:rsidRDefault="006E5A84" w:rsidP="00A470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5A84" w:rsidRPr="00C7336C" w:rsidRDefault="006E5A84" w:rsidP="00A470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РЕКОМЕНДАЦИЯ</w:t>
      </w:r>
    </w:p>
    <w:p w:rsidR="006E5A84" w:rsidRPr="00C7336C" w:rsidRDefault="006E5A84" w:rsidP="00A470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>По итогам проведения 11 февраля 2014 года публичных слушаний по проекту решения Гончаровского сельского Совета «О внесении изменений и дополнений в Устав Гончаровского сельского поселения»</w:t>
      </w:r>
    </w:p>
    <w:p w:rsidR="006E5A84" w:rsidRPr="00C7336C" w:rsidRDefault="006E5A84" w:rsidP="00E869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закона от 06 октября 2003 года № 131-ФЗ «Об общих принципах организации местного самоуправления в Российской Федерации», в соответствии с Положением о публичных слушаниях на территории Гончаровского сельского поселения, обсудив проект решения Гончаровского сельского Совета «О внесении изменений и дополнений в Устав Гончаровского сельского поселения», Гончаровскому сельскому Совету </w:t>
      </w:r>
    </w:p>
    <w:p w:rsidR="006E5A84" w:rsidRPr="00C7336C" w:rsidRDefault="006E5A84" w:rsidP="00D96B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РЕКОМЕНДОВАНО:</w:t>
      </w:r>
    </w:p>
    <w:p w:rsidR="006E5A84" w:rsidRPr="00C7336C" w:rsidRDefault="006E5A84" w:rsidP="00A4700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>Внести в Устав Гончаровского сельского поселения изменения и дополнения, а именно:</w:t>
      </w:r>
    </w:p>
    <w:p w:rsidR="006E5A84" w:rsidRPr="00C7336C" w:rsidRDefault="006E5A84" w:rsidP="00C459C1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1.1. Изложить подпункт 21 пункта 1 статьи 6 Устава, определяющей вопросы местного значения, в следующей редакции: </w:t>
      </w:r>
    </w:p>
    <w:p w:rsidR="006E5A84" w:rsidRPr="00C7336C" w:rsidRDefault="006E5A84" w:rsidP="003213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>«21)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такие наименований, размещение информации в государственном адресном реестре»;</w:t>
      </w:r>
    </w:p>
    <w:p w:rsidR="006E5A84" w:rsidRPr="00C7336C" w:rsidRDefault="006E5A84" w:rsidP="003213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7336C">
        <w:rPr>
          <w:rFonts w:ascii="Times New Roman" w:hAnsi="Times New Roman" w:cs="Times New Roman"/>
          <w:sz w:val="24"/>
          <w:szCs w:val="24"/>
        </w:rPr>
        <w:t xml:space="preserve"> В подпункте 3 пункта 1 статьи 7 Устава слова «формирование и размещение муниципального заказа» заменить словами «осуществление закупок товаров, работ, услуг для обеспечения муниципальных нужд»;</w:t>
      </w:r>
    </w:p>
    <w:p w:rsidR="006E5A84" w:rsidRPr="00C7336C" w:rsidRDefault="006E5A84" w:rsidP="0065619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7336C">
        <w:rPr>
          <w:rFonts w:ascii="Times New Roman" w:hAnsi="Times New Roman" w:cs="Times New Roman"/>
          <w:b/>
          <w:bCs/>
          <w:sz w:val="24"/>
          <w:szCs w:val="24"/>
        </w:rPr>
        <w:t>1.3. Изложить статью 56 Устава в следующей редакции:</w:t>
      </w:r>
    </w:p>
    <w:p w:rsidR="006E5A84" w:rsidRPr="00C7336C" w:rsidRDefault="006E5A84" w:rsidP="00C733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336C">
        <w:rPr>
          <w:rFonts w:ascii="Times New Roman" w:hAnsi="Times New Roman" w:cs="Times New Roman"/>
          <w:sz w:val="24"/>
          <w:szCs w:val="24"/>
        </w:rPr>
        <w:t xml:space="preserve">  «Статья 56. Закупки для обеспечения муниципальных нужд</w:t>
      </w:r>
    </w:p>
    <w:p w:rsidR="006E5A84" w:rsidRPr="00C7336C" w:rsidRDefault="006E5A84" w:rsidP="00C7336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7336C">
        <w:rPr>
          <w:rFonts w:ascii="Times New Roman" w:hAnsi="Times New Roman" w:cs="Times New Roman"/>
        </w:rPr>
        <w:t xml:space="preserve">              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6E5A84" w:rsidRDefault="006E5A84" w:rsidP="00C7336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7336C">
        <w:rPr>
          <w:rFonts w:ascii="Times New Roman" w:hAnsi="Times New Roman" w:cs="Times New Roman"/>
        </w:rPr>
        <w:t xml:space="preserve">              2. Закупки товаров, работ, услуг для обеспечения муниципальных нужд осуществляются за счет средств местного бюджета.».</w:t>
      </w:r>
    </w:p>
    <w:p w:rsidR="006E5A84" w:rsidRPr="00C7336C" w:rsidRDefault="006E5A84" w:rsidP="00C7336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:rsidR="006E5A84" w:rsidRPr="00C7336C" w:rsidRDefault="006E5A84" w:rsidP="00A4700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6E5A84" w:rsidRPr="001C2410" w:rsidRDefault="006E5A84" w:rsidP="001C24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336C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Председательствующий:                                      </w:t>
      </w:r>
      <w:r w:rsidRPr="00C7336C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C7336C">
        <w:rPr>
          <w:rFonts w:ascii="Times New Roman" w:hAnsi="Times New Roman" w:cs="Times New Roman"/>
          <w:b/>
          <w:bCs/>
          <w:sz w:val="24"/>
          <w:szCs w:val="24"/>
        </w:rPr>
        <w:tab/>
        <w:t>К.У. Нуркатов</w:t>
      </w:r>
    </w:p>
    <w:sectPr w:rsidR="006E5A84" w:rsidRPr="001C2410" w:rsidSect="00DC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9BE"/>
    <w:rsid w:val="000127E9"/>
    <w:rsid w:val="00036D0D"/>
    <w:rsid w:val="000504C0"/>
    <w:rsid w:val="000523F7"/>
    <w:rsid w:val="00052D23"/>
    <w:rsid w:val="000653C5"/>
    <w:rsid w:val="00071DDF"/>
    <w:rsid w:val="0007350F"/>
    <w:rsid w:val="00076C79"/>
    <w:rsid w:val="000B646E"/>
    <w:rsid w:val="000C2458"/>
    <w:rsid w:val="00114715"/>
    <w:rsid w:val="001269C4"/>
    <w:rsid w:val="00131EB9"/>
    <w:rsid w:val="00135008"/>
    <w:rsid w:val="00135B08"/>
    <w:rsid w:val="00183122"/>
    <w:rsid w:val="001A4F3A"/>
    <w:rsid w:val="001C1D7F"/>
    <w:rsid w:val="001C2410"/>
    <w:rsid w:val="002023AC"/>
    <w:rsid w:val="0023102D"/>
    <w:rsid w:val="003213DE"/>
    <w:rsid w:val="003672E3"/>
    <w:rsid w:val="003954B9"/>
    <w:rsid w:val="003F1EF0"/>
    <w:rsid w:val="0042298F"/>
    <w:rsid w:val="00434F46"/>
    <w:rsid w:val="00445CB6"/>
    <w:rsid w:val="00495016"/>
    <w:rsid w:val="004A1654"/>
    <w:rsid w:val="004B1729"/>
    <w:rsid w:val="004C504F"/>
    <w:rsid w:val="004D295A"/>
    <w:rsid w:val="00511E74"/>
    <w:rsid w:val="005136A3"/>
    <w:rsid w:val="005339FC"/>
    <w:rsid w:val="00551A3E"/>
    <w:rsid w:val="00556C69"/>
    <w:rsid w:val="00561F9A"/>
    <w:rsid w:val="00567252"/>
    <w:rsid w:val="0058531D"/>
    <w:rsid w:val="006076F4"/>
    <w:rsid w:val="00607C7C"/>
    <w:rsid w:val="00646AD8"/>
    <w:rsid w:val="00656193"/>
    <w:rsid w:val="00690D15"/>
    <w:rsid w:val="00691FE4"/>
    <w:rsid w:val="006E5A84"/>
    <w:rsid w:val="0076169D"/>
    <w:rsid w:val="00761E6E"/>
    <w:rsid w:val="00767074"/>
    <w:rsid w:val="00793C67"/>
    <w:rsid w:val="00794FBE"/>
    <w:rsid w:val="007D305D"/>
    <w:rsid w:val="007F0874"/>
    <w:rsid w:val="007F795C"/>
    <w:rsid w:val="00810D7B"/>
    <w:rsid w:val="008164E3"/>
    <w:rsid w:val="008563C5"/>
    <w:rsid w:val="008662BD"/>
    <w:rsid w:val="00875F97"/>
    <w:rsid w:val="008E1D1F"/>
    <w:rsid w:val="008F2C77"/>
    <w:rsid w:val="00905EA5"/>
    <w:rsid w:val="009107C8"/>
    <w:rsid w:val="009337FA"/>
    <w:rsid w:val="00941008"/>
    <w:rsid w:val="0096715D"/>
    <w:rsid w:val="00984CB3"/>
    <w:rsid w:val="009D1793"/>
    <w:rsid w:val="009D68B8"/>
    <w:rsid w:val="00A06095"/>
    <w:rsid w:val="00A3062D"/>
    <w:rsid w:val="00A35F39"/>
    <w:rsid w:val="00A4700A"/>
    <w:rsid w:val="00A52CC9"/>
    <w:rsid w:val="00A8040A"/>
    <w:rsid w:val="00A8599B"/>
    <w:rsid w:val="00AD2D0D"/>
    <w:rsid w:val="00AF1210"/>
    <w:rsid w:val="00AF42B8"/>
    <w:rsid w:val="00B032D9"/>
    <w:rsid w:val="00B1689F"/>
    <w:rsid w:val="00B31D64"/>
    <w:rsid w:val="00B85E24"/>
    <w:rsid w:val="00B922BF"/>
    <w:rsid w:val="00BA066D"/>
    <w:rsid w:val="00BB4ABE"/>
    <w:rsid w:val="00BF4042"/>
    <w:rsid w:val="00C34AAB"/>
    <w:rsid w:val="00C42104"/>
    <w:rsid w:val="00C4479B"/>
    <w:rsid w:val="00C459C1"/>
    <w:rsid w:val="00C7336C"/>
    <w:rsid w:val="00CA3CB9"/>
    <w:rsid w:val="00CB3744"/>
    <w:rsid w:val="00CC2B02"/>
    <w:rsid w:val="00CD2AAB"/>
    <w:rsid w:val="00CD777F"/>
    <w:rsid w:val="00D20B9A"/>
    <w:rsid w:val="00D53A5B"/>
    <w:rsid w:val="00D96B2C"/>
    <w:rsid w:val="00DB5455"/>
    <w:rsid w:val="00DC7FB8"/>
    <w:rsid w:val="00DF4379"/>
    <w:rsid w:val="00DF5A0B"/>
    <w:rsid w:val="00E048FC"/>
    <w:rsid w:val="00E07C54"/>
    <w:rsid w:val="00E279EE"/>
    <w:rsid w:val="00E612C0"/>
    <w:rsid w:val="00E8691F"/>
    <w:rsid w:val="00EC49BE"/>
    <w:rsid w:val="00EE3FAE"/>
    <w:rsid w:val="00EE59C5"/>
    <w:rsid w:val="00F004EB"/>
    <w:rsid w:val="00F025A2"/>
    <w:rsid w:val="00F5597C"/>
    <w:rsid w:val="00F66632"/>
    <w:rsid w:val="00FC395E"/>
    <w:rsid w:val="00FC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FB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CA3CB9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CA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A4F3A"/>
    <w:rPr>
      <w:rFonts w:ascii="Courier New" w:hAnsi="Courier New" w:cs="Courier New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5597C"/>
    <w:pPr>
      <w:overflowPunct w:val="0"/>
      <w:autoSpaceDE w:val="0"/>
      <w:autoSpaceDN w:val="0"/>
      <w:adjustRightInd w:val="0"/>
      <w:spacing w:before="20" w:after="20" w:line="240" w:lineRule="auto"/>
      <w:ind w:firstLine="708"/>
      <w:jc w:val="both"/>
    </w:pPr>
    <w:rPr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C504F"/>
    <w:rPr>
      <w:lang w:eastAsia="en-US"/>
    </w:rPr>
  </w:style>
  <w:style w:type="paragraph" w:styleId="NormalWeb">
    <w:name w:val="Normal (Web)"/>
    <w:basedOn w:val="Normal"/>
    <w:uiPriority w:val="99"/>
    <w:rsid w:val="00C459C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548</Words>
  <Characters>3128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44</cp:revision>
  <dcterms:created xsi:type="dcterms:W3CDTF">2013-02-27T06:26:00Z</dcterms:created>
  <dcterms:modified xsi:type="dcterms:W3CDTF">2014-02-13T12:01:00Z</dcterms:modified>
</cp:coreProperties>
</file>